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4BF93" w14:textId="77777777" w:rsidR="00545360" w:rsidRPr="00545360" w:rsidRDefault="00545360" w:rsidP="00545360">
      <w:pPr>
        <w:pStyle w:val="TYTUAKTUprzedmiotregulacjiustawylubrozporzdzenia"/>
      </w:pPr>
      <w:r w:rsidRPr="00545360">
        <w:t>UZASADNIENIE</w:t>
      </w:r>
    </w:p>
    <w:p w14:paraId="06A64538" w14:textId="4E1378C0" w:rsidR="00545360" w:rsidRPr="00545360" w:rsidRDefault="00545360" w:rsidP="003E52FD">
      <w:pPr>
        <w:pStyle w:val="NIEARTTEKSTtekstnieartykuowanynppodstprawnarozplubpreambua"/>
      </w:pPr>
      <w:r w:rsidRPr="00545360">
        <w:t>Projekt rozporządzenia stanowi wykonanie upoważnienia z</w:t>
      </w:r>
      <w:r>
        <w:t>awartego</w:t>
      </w:r>
      <w:r w:rsidR="00842545">
        <w:t xml:space="preserve"> w art. </w:t>
      </w:r>
      <w:r w:rsidRPr="00545360">
        <w:t>3</w:t>
      </w:r>
      <w:r w:rsidR="00842545" w:rsidRPr="00545360">
        <w:t>4</w:t>
      </w:r>
      <w:r w:rsidR="00842545">
        <w:t xml:space="preserve"> ust. </w:t>
      </w:r>
      <w:r w:rsidRPr="00545360">
        <w:t>5b ustawy</w:t>
      </w:r>
      <w:r w:rsidR="00146737" w:rsidRPr="00545360">
        <w:t xml:space="preserve"> z</w:t>
      </w:r>
      <w:r w:rsidR="00146737">
        <w:t> </w:t>
      </w:r>
      <w:r w:rsidRPr="00545360">
        <w:t xml:space="preserve">dnia </w:t>
      </w:r>
      <w:r w:rsidR="00146737" w:rsidRPr="00545360">
        <w:t>7</w:t>
      </w:r>
      <w:r w:rsidR="00146737">
        <w:t> </w:t>
      </w:r>
      <w:r w:rsidRPr="00545360">
        <w:t>lipca 199</w:t>
      </w:r>
      <w:r w:rsidR="00146737" w:rsidRPr="00545360">
        <w:t>4</w:t>
      </w:r>
      <w:r w:rsidR="00146737">
        <w:t> </w:t>
      </w:r>
      <w:r w:rsidRPr="00545360">
        <w:t xml:space="preserve">r. – Prawo budowlane </w:t>
      </w:r>
      <w:r w:rsidR="003E52FD" w:rsidRPr="00426281">
        <w:t>(</w:t>
      </w:r>
      <w:r w:rsidR="00842545">
        <w:t>Dz. U.</w:t>
      </w:r>
      <w:r w:rsidR="003E52FD" w:rsidRPr="00426281">
        <w:t xml:space="preserve"> z</w:t>
      </w:r>
      <w:r w:rsidR="003E52FD">
        <w:t> </w:t>
      </w:r>
      <w:r w:rsidR="003E52FD" w:rsidRPr="00426281">
        <w:t>2020</w:t>
      </w:r>
      <w:r w:rsidR="003E52FD">
        <w:t> </w:t>
      </w:r>
      <w:r w:rsidR="003E52FD" w:rsidRPr="00426281">
        <w:t>r.</w:t>
      </w:r>
      <w:r w:rsidR="00842545">
        <w:t xml:space="preserve"> poz. </w:t>
      </w:r>
      <w:r w:rsidR="003E52FD" w:rsidRPr="00426281">
        <w:t>1333</w:t>
      </w:r>
      <w:r w:rsidR="003E52FD" w:rsidRPr="0028766B">
        <w:t>, 212</w:t>
      </w:r>
      <w:r w:rsidR="00842545" w:rsidRPr="0028766B">
        <w:t>7</w:t>
      </w:r>
      <w:r w:rsidR="00842545">
        <w:t xml:space="preserve"> i </w:t>
      </w:r>
      <w:r w:rsidR="00B744BA">
        <w:t>2320 oraz z 2021 r. poz. 11</w:t>
      </w:r>
      <w:r w:rsidR="003E52FD" w:rsidRPr="0028766B">
        <w:t>).</w:t>
      </w:r>
    </w:p>
    <w:p w14:paraId="33BA2E84" w14:textId="65C66F6B" w:rsidR="000636C1" w:rsidRPr="000636C1" w:rsidRDefault="00545360" w:rsidP="000636C1">
      <w:pPr>
        <w:pStyle w:val="NIEARTTEKSTtekstnieartykuowanynppodstprawnarozplubpreambua"/>
      </w:pPr>
      <w:r w:rsidRPr="00545360">
        <w:t>Rozporządzenie określa wzór formularza wniosku</w:t>
      </w:r>
      <w:r w:rsidR="00146737" w:rsidRPr="00545360">
        <w:t xml:space="preserve"> o</w:t>
      </w:r>
      <w:r w:rsidR="00146737">
        <w:t> </w:t>
      </w:r>
      <w:r w:rsidRPr="00545360">
        <w:t>wydanie odrębnej decyzji</w:t>
      </w:r>
      <w:r w:rsidR="00146737" w:rsidRPr="00545360">
        <w:t xml:space="preserve"> o</w:t>
      </w:r>
      <w:r w:rsidR="00146737">
        <w:t> </w:t>
      </w:r>
      <w:r w:rsidRPr="00545360">
        <w:t>zatwierdzeniu projektu zagospodarowania działki lub terenu lub projektu architektoniczno</w:t>
      </w:r>
      <w:r w:rsidR="00146737">
        <w:softHyphen/>
      </w:r>
      <w:r w:rsidR="00842545">
        <w:softHyphen/>
      </w:r>
      <w:r w:rsidR="00842545">
        <w:noBreakHyphen/>
      </w:r>
      <w:r w:rsidRPr="00545360">
        <w:t>budowlanego</w:t>
      </w:r>
      <w:r>
        <w:t>,</w:t>
      </w:r>
      <w:r w:rsidR="00842545">
        <w:t xml:space="preserve"> w </w:t>
      </w:r>
      <w:r w:rsidR="000636C1">
        <w:t xml:space="preserve">tym </w:t>
      </w:r>
      <w:r w:rsidRPr="00C82D5B">
        <w:t>w formie dokumentu elektronicznego w rozumieniu ustawy z dnia 17 lutego 2005 r. o informatyzacji działalności podmiotów realizujących zadania publiczne (</w:t>
      </w:r>
      <w:r w:rsidR="00842545">
        <w:t>Dz. U.</w:t>
      </w:r>
      <w:r w:rsidRPr="00C82D5B">
        <w:t xml:space="preserve"> z 2020 r.</w:t>
      </w:r>
      <w:r w:rsidR="00842545">
        <w:t xml:space="preserve"> poz. </w:t>
      </w:r>
      <w:r w:rsidRPr="00C82D5B">
        <w:t>346, 568, 69</w:t>
      </w:r>
      <w:r w:rsidR="00842545" w:rsidRPr="00C82D5B">
        <w:t>5</w:t>
      </w:r>
      <w:r w:rsidR="00B744BA">
        <w:t xml:space="preserve">, </w:t>
      </w:r>
      <w:r w:rsidRPr="00C82D5B">
        <w:t>1517</w:t>
      </w:r>
      <w:r w:rsidR="00B744BA">
        <w:t xml:space="preserve"> i 2320</w:t>
      </w:r>
      <w:r w:rsidRPr="00C82D5B">
        <w:t>)</w:t>
      </w:r>
      <w:r>
        <w:t>.</w:t>
      </w:r>
      <w:r w:rsidR="00842545">
        <w:t xml:space="preserve"> </w:t>
      </w:r>
      <w:r w:rsidR="00842545" w:rsidRPr="000636C1">
        <w:t>W</w:t>
      </w:r>
      <w:r w:rsidR="00842545">
        <w:t> </w:t>
      </w:r>
      <w:r w:rsidR="000636C1" w:rsidRPr="000636C1">
        <w:t>stosunku do wniosku o wydanie odrębnej decyzji o zatwierdzeniu projektu zagospodarowania działki lub terenu lub projektu architektoniczno</w:t>
      </w:r>
      <w:r w:rsidR="000636C1" w:rsidRPr="000636C1">
        <w:softHyphen/>
      </w:r>
      <w:r w:rsidR="00842545">
        <w:softHyphen/>
      </w:r>
      <w:r w:rsidR="00842545">
        <w:noBreakHyphen/>
      </w:r>
      <w:r w:rsidR="000636C1" w:rsidRPr="000636C1">
        <w:t>budowlanego</w:t>
      </w:r>
      <w:r w:rsidR="00842545">
        <w:t xml:space="preserve"> </w:t>
      </w:r>
      <w:r w:rsidR="00842545" w:rsidRPr="000636C1">
        <w:t>w</w:t>
      </w:r>
      <w:r w:rsidR="00842545">
        <w:t> </w:t>
      </w:r>
      <w:r w:rsidR="000636C1" w:rsidRPr="000636C1">
        <w:t>postaci papierowej</w:t>
      </w:r>
      <w:r w:rsidR="00842545" w:rsidRPr="000636C1">
        <w:t xml:space="preserve"> i</w:t>
      </w:r>
      <w:r w:rsidR="00842545">
        <w:t> w </w:t>
      </w:r>
      <w:r w:rsidR="00CE77D4">
        <w:t xml:space="preserve">formie dokumentu elektronicznego </w:t>
      </w:r>
      <w:r w:rsidR="000636C1" w:rsidRPr="000636C1">
        <w:t>będzie miał zastosowanie ten sam wzór.</w:t>
      </w:r>
    </w:p>
    <w:p w14:paraId="08974823" w14:textId="26A532FF" w:rsidR="00CF6E38" w:rsidRDefault="00CF6E38" w:rsidP="00545360">
      <w:pPr>
        <w:pStyle w:val="NIEARTTEKSTtekstnieartykuowanynppodstprawnarozplubpreambua"/>
      </w:pPr>
      <w:r w:rsidRPr="00CF6E38">
        <w:t>Konieczność wydania przedmiotowego rozporządzenia podyktowana jest zmianą przepisów ustawy</w:t>
      </w:r>
      <w:r w:rsidR="00842545" w:rsidRPr="00CF6E38">
        <w:t xml:space="preserve"> z</w:t>
      </w:r>
      <w:r w:rsidR="00842545">
        <w:t> </w:t>
      </w:r>
      <w:r w:rsidRPr="00CF6E38">
        <w:t xml:space="preserve">dnia </w:t>
      </w:r>
      <w:r w:rsidR="00842545" w:rsidRPr="00CF6E38">
        <w:t>7</w:t>
      </w:r>
      <w:r w:rsidR="00842545">
        <w:t> </w:t>
      </w:r>
      <w:r w:rsidRPr="00CF6E38">
        <w:t>lipca 199</w:t>
      </w:r>
      <w:r w:rsidR="00842545" w:rsidRPr="00CF6E38">
        <w:t>4</w:t>
      </w:r>
      <w:r w:rsidR="00842545">
        <w:t> </w:t>
      </w:r>
      <w:r w:rsidRPr="00CF6E38">
        <w:t>r. – Prawo budowlane, wprowadzonych ustawą</w:t>
      </w:r>
      <w:r w:rsidR="00842545" w:rsidRPr="00CF6E38">
        <w:t xml:space="preserve"> z</w:t>
      </w:r>
      <w:r w:rsidR="00842545">
        <w:t> </w:t>
      </w:r>
      <w:r w:rsidRPr="00CF6E38">
        <w:t>dnia 1</w:t>
      </w:r>
      <w:r w:rsidR="00842545" w:rsidRPr="00CF6E38">
        <w:t>0</w:t>
      </w:r>
      <w:r w:rsidR="00842545">
        <w:t> </w:t>
      </w:r>
      <w:r w:rsidRPr="00CF6E38">
        <w:t>grudnia 202</w:t>
      </w:r>
      <w:r w:rsidR="00842545" w:rsidRPr="00CF6E38">
        <w:t>0</w:t>
      </w:r>
      <w:r w:rsidR="00842545">
        <w:t> </w:t>
      </w:r>
      <w:r w:rsidRPr="00CF6E38">
        <w:t>r.</w:t>
      </w:r>
      <w:r w:rsidR="00842545" w:rsidRPr="00CF6E38">
        <w:t xml:space="preserve"> o</w:t>
      </w:r>
      <w:r w:rsidR="00842545">
        <w:t> </w:t>
      </w:r>
      <w:r w:rsidRPr="00CF6E38">
        <w:t>zmianie niektórych ustaw wspierających rozwój mieszkalnictwa (</w:t>
      </w:r>
      <w:r w:rsidR="00842545">
        <w:t xml:space="preserve">Dz. U. </w:t>
      </w:r>
      <w:r w:rsidR="00B744BA">
        <w:t xml:space="preserve">z 2021 r. </w:t>
      </w:r>
      <w:r w:rsidR="00842545">
        <w:t>poz. </w:t>
      </w:r>
      <w:r w:rsidR="00B744BA">
        <w:t>11</w:t>
      </w:r>
      <w:r w:rsidRPr="00CF6E38">
        <w:t>), która</w:t>
      </w:r>
      <w:r w:rsidR="00842545" w:rsidRPr="00CF6E38">
        <w:t xml:space="preserve"> w</w:t>
      </w:r>
      <w:r w:rsidR="00842545">
        <w:t> </w:t>
      </w:r>
      <w:r w:rsidRPr="00CF6E38">
        <w:t>zakresie</w:t>
      </w:r>
      <w:r w:rsidR="00842545">
        <w:t xml:space="preserve"> art. </w:t>
      </w:r>
      <w:r w:rsidRPr="00CF6E38">
        <w:t>3</w:t>
      </w:r>
      <w:r w:rsidR="00842545" w:rsidRPr="00CF6E38">
        <w:t>4</w:t>
      </w:r>
      <w:r w:rsidR="00842545">
        <w:t xml:space="preserve"> ust. </w:t>
      </w:r>
      <w:r w:rsidRPr="00CF6E38">
        <w:t>5b ustawy</w:t>
      </w:r>
      <w:r w:rsidR="00842545" w:rsidRPr="00CF6E38">
        <w:t xml:space="preserve"> z</w:t>
      </w:r>
      <w:r w:rsidR="00842545">
        <w:t> </w:t>
      </w:r>
      <w:r w:rsidRPr="00CF6E38">
        <w:t xml:space="preserve">dnia </w:t>
      </w:r>
      <w:r w:rsidR="00842545" w:rsidRPr="00CF6E38">
        <w:t>7</w:t>
      </w:r>
      <w:r w:rsidR="00842545">
        <w:t> </w:t>
      </w:r>
      <w:r w:rsidRPr="00CF6E38">
        <w:t>lipca 199</w:t>
      </w:r>
      <w:r w:rsidR="00842545" w:rsidRPr="00CF6E38">
        <w:t>4</w:t>
      </w:r>
      <w:r w:rsidR="00842545">
        <w:t> </w:t>
      </w:r>
      <w:r w:rsidRPr="00CF6E38">
        <w:t>r. – Prawo budowlane wejdzie</w:t>
      </w:r>
      <w:r w:rsidR="00842545" w:rsidRPr="00CF6E38">
        <w:t xml:space="preserve"> w</w:t>
      </w:r>
      <w:r w:rsidR="00842545">
        <w:t> </w:t>
      </w:r>
      <w:r w:rsidRPr="00CF6E38">
        <w:t>życie</w:t>
      </w:r>
      <w:r w:rsidR="00842545" w:rsidRPr="00CF6E38">
        <w:t xml:space="preserve"> </w:t>
      </w:r>
      <w:r w:rsidR="00842545">
        <w:t>z </w:t>
      </w:r>
      <w:r w:rsidR="001B5D73">
        <w:t>dniem</w:t>
      </w:r>
      <w:r>
        <w:t xml:space="preserve"> </w:t>
      </w:r>
      <w:r w:rsidR="00842545">
        <w:t>1 </w:t>
      </w:r>
      <w:r>
        <w:t>lipca 202</w:t>
      </w:r>
      <w:r w:rsidR="00842545">
        <w:t>1 </w:t>
      </w:r>
      <w:r>
        <w:t>r.</w:t>
      </w:r>
      <w:r w:rsidRPr="00CF6E38">
        <w:t xml:space="preserve"> </w:t>
      </w:r>
    </w:p>
    <w:p w14:paraId="3355AD85" w14:textId="77777777" w:rsidR="00D57F70" w:rsidRDefault="0063605A" w:rsidP="00D57F70">
      <w:pPr>
        <w:pStyle w:val="ARTartustawynprozporzdzenia"/>
      </w:pPr>
      <w:r>
        <w:t>Przedmiotowe rozporządzenie ma na celu usprawnienie procesu inwestycyjnego</w:t>
      </w:r>
      <w:r w:rsidR="00842545">
        <w:t xml:space="preserve"> </w:t>
      </w:r>
      <w:r>
        <w:t xml:space="preserve">i umożliwienie inwestorom załatwianie ww. spraw przez Internet poprzez określenie wzoru formularza </w:t>
      </w:r>
      <w:r w:rsidRPr="0063605A">
        <w:t>wniosku o wydanie odrębnej decyzji o zatwierdzeniu projektu zagospodarowania działki lub terenu lub projektu architektoniczno</w:t>
      </w:r>
      <w:r w:rsidRPr="0063605A">
        <w:softHyphen/>
      </w:r>
      <w:r w:rsidR="00842545">
        <w:softHyphen/>
      </w:r>
      <w:r w:rsidR="00842545">
        <w:noBreakHyphen/>
      </w:r>
      <w:r w:rsidRPr="0063605A">
        <w:t>budowlanego</w:t>
      </w:r>
      <w:r>
        <w:t>,</w:t>
      </w:r>
      <w:r w:rsidR="00842545">
        <w:t xml:space="preserve"> w </w:t>
      </w:r>
      <w:r>
        <w:t>tym</w:t>
      </w:r>
      <w:r w:rsidR="00842545">
        <w:t xml:space="preserve"> w </w:t>
      </w:r>
      <w:r>
        <w:t>formie dokumentu elektronicznego.</w:t>
      </w:r>
      <w:r w:rsidR="00D57F70" w:rsidRPr="00D57F70">
        <w:t xml:space="preserve"> </w:t>
      </w:r>
    </w:p>
    <w:p w14:paraId="2EB71373" w14:textId="6C42A388" w:rsidR="0063605A" w:rsidRPr="0063605A" w:rsidRDefault="00D57F70" w:rsidP="00D57F70">
      <w:pPr>
        <w:pStyle w:val="ARTartustawynprozporzdzenia"/>
      </w:pPr>
      <w:r w:rsidRPr="00D57F70">
        <w:t>Wzór formularza wniosku o wydanie odrębnej decyzji o zatwierdzeniu projektu zagospodarowania działki lub terenu lub projektu architektoniczno</w:t>
      </w:r>
      <w:r w:rsidRPr="00D57F70">
        <w:softHyphen/>
      </w:r>
      <w:r w:rsidRPr="00D57F70">
        <w:softHyphen/>
      </w:r>
      <w:r w:rsidRPr="00D57F70">
        <w:noBreakHyphen/>
        <w:t xml:space="preserve">budowlanego </w:t>
      </w:r>
      <w:bookmarkStart w:id="0" w:name="_GoBack"/>
      <w:bookmarkEnd w:id="0"/>
      <w:r w:rsidRPr="00D57F70">
        <w:t>w formie dokumentu elektronicznego w rozumieniu ustawy z dnia 17 lutego 2005 r. o informatyzacji działalności podmiotów realizujących zadania publiczne spełnia standardy określone dla formularzy elektronicznych przez ministra właściwego do spraw informatyzacji, opublikowane w Biuletynie Informacji Publicznej na jego stronie podmiotowej.</w:t>
      </w:r>
    </w:p>
    <w:p w14:paraId="4071E71D" w14:textId="77777777" w:rsidR="00545360" w:rsidRPr="00545360" w:rsidRDefault="00545360" w:rsidP="00545360">
      <w:pPr>
        <w:pStyle w:val="NIEARTTEKSTtekstnieartykuowanynppodstprawnarozplubpreambua"/>
      </w:pPr>
      <w:r w:rsidRPr="00545360">
        <w:t>Projekt rozporządzenia nie jest sprzeczny</w:t>
      </w:r>
      <w:r w:rsidR="00146737" w:rsidRPr="00545360">
        <w:t xml:space="preserve"> z</w:t>
      </w:r>
      <w:r w:rsidR="00146737">
        <w:t> </w:t>
      </w:r>
      <w:r w:rsidRPr="00545360">
        <w:t xml:space="preserve">prawem Unii Europejskiej. </w:t>
      </w:r>
    </w:p>
    <w:p w14:paraId="6CBC102F" w14:textId="2AA22918" w:rsidR="003E52FD" w:rsidRDefault="00545360" w:rsidP="00545360">
      <w:pPr>
        <w:pStyle w:val="NIEARTTEKSTtekstnieartykuowanynppodstprawnarozplubpreambua"/>
      </w:pPr>
      <w:r w:rsidRPr="00545360">
        <w:lastRenderedPageBreak/>
        <w:t>Projektowana regulacja nie zawiera przepisów technicznych</w:t>
      </w:r>
      <w:r w:rsidR="00146737" w:rsidRPr="00545360">
        <w:t xml:space="preserve"> w</w:t>
      </w:r>
      <w:r w:rsidR="00146737">
        <w:t> </w:t>
      </w:r>
      <w:r w:rsidRPr="00545360">
        <w:t>rozumieniu rozporządzenia Rady Ministrów</w:t>
      </w:r>
      <w:r w:rsidR="00146737" w:rsidRPr="00545360">
        <w:t xml:space="preserve"> z</w:t>
      </w:r>
      <w:r w:rsidR="00146737">
        <w:t> </w:t>
      </w:r>
      <w:r w:rsidRPr="00545360">
        <w:t>dnia 2</w:t>
      </w:r>
      <w:r w:rsidR="00146737" w:rsidRPr="00545360">
        <w:t>3</w:t>
      </w:r>
      <w:r w:rsidR="00146737">
        <w:t> </w:t>
      </w:r>
      <w:r w:rsidRPr="00545360">
        <w:t>grudnia 200</w:t>
      </w:r>
      <w:r w:rsidR="00146737" w:rsidRPr="00545360">
        <w:t>2</w:t>
      </w:r>
      <w:r w:rsidR="00146737">
        <w:t> </w:t>
      </w:r>
      <w:r w:rsidRPr="00545360">
        <w:t>r.</w:t>
      </w:r>
      <w:r w:rsidR="00146737" w:rsidRPr="00545360">
        <w:t xml:space="preserve"> w</w:t>
      </w:r>
      <w:r w:rsidR="00146737">
        <w:t> </w:t>
      </w:r>
      <w:r w:rsidRPr="00545360">
        <w:t>sprawie sposobu funkcjonowania krajowego systemu notyfikacji norm</w:t>
      </w:r>
      <w:r w:rsidR="00146737" w:rsidRPr="00545360">
        <w:t xml:space="preserve"> i</w:t>
      </w:r>
      <w:r w:rsidR="00146737">
        <w:t> </w:t>
      </w:r>
      <w:r w:rsidRPr="00545360">
        <w:t>aktów prawnych (</w:t>
      </w:r>
      <w:r w:rsidR="00842545">
        <w:t>Dz. U. poz. </w:t>
      </w:r>
      <w:r w:rsidRPr="00545360">
        <w:t>203</w:t>
      </w:r>
      <w:r w:rsidR="00842545" w:rsidRPr="00545360">
        <w:t>9</w:t>
      </w:r>
      <w:r w:rsidR="00842545">
        <w:t xml:space="preserve"> oraz</w:t>
      </w:r>
      <w:r w:rsidR="00146737" w:rsidRPr="00545360">
        <w:t xml:space="preserve"> z</w:t>
      </w:r>
      <w:r w:rsidR="00146737">
        <w:t> </w:t>
      </w:r>
      <w:r w:rsidRPr="00545360">
        <w:t>200</w:t>
      </w:r>
      <w:r w:rsidR="00146737" w:rsidRPr="00545360">
        <w:t>4</w:t>
      </w:r>
      <w:r w:rsidR="00146737">
        <w:t> </w:t>
      </w:r>
      <w:r w:rsidRPr="00545360">
        <w:t>r. poz.</w:t>
      </w:r>
      <w:r w:rsidR="00B744BA">
        <w:t xml:space="preserve"> </w:t>
      </w:r>
      <w:r w:rsidRPr="00545360">
        <w:t>597)</w:t>
      </w:r>
      <w:r w:rsidR="00146737" w:rsidRPr="00545360">
        <w:t xml:space="preserve"> </w:t>
      </w:r>
      <w:r w:rsidR="003E52FD" w:rsidRPr="00426281">
        <w:t>i</w:t>
      </w:r>
      <w:r w:rsidR="003E52FD">
        <w:t> </w:t>
      </w:r>
      <w:r w:rsidR="003E52FD" w:rsidRPr="0028766B">
        <w:t>w związku z tym nie podlega notyfikacji Komisji Europejskiej.</w:t>
      </w:r>
    </w:p>
    <w:p w14:paraId="05C5D450" w14:textId="3C1A1E4C" w:rsidR="003E52FD" w:rsidRDefault="003E52FD" w:rsidP="003E52FD">
      <w:pPr>
        <w:pStyle w:val="NIEARTTEKSTtekstnieartykuowanynppodstprawnarozplubpreambua"/>
      </w:pPr>
      <w:r w:rsidRPr="0028766B">
        <w:t>Projekt rozporządzenia nie podlega obowiązkowi przedstawienia właściwym organom i instytucjom Unii Europejskiej, w tym Europejskiemu Bankowi Centralnemu, w celu uzyskania opinii, dokonania powiadomienia, konsultacji albo uzgodnienia, o którym mowa</w:t>
      </w:r>
      <w:r w:rsidR="00842545" w:rsidRPr="0028766B">
        <w:t xml:space="preserve"> w</w:t>
      </w:r>
      <w:r w:rsidR="00842545">
        <w:t> § </w:t>
      </w:r>
      <w:r w:rsidRPr="0028766B">
        <w:t>2</w:t>
      </w:r>
      <w:r w:rsidR="00842545" w:rsidRPr="0028766B">
        <w:t>7</w:t>
      </w:r>
      <w:r w:rsidR="00842545">
        <w:t xml:space="preserve"> ust. </w:t>
      </w:r>
      <w:r w:rsidRPr="0028766B">
        <w:t>4 uchwały</w:t>
      </w:r>
      <w:r w:rsidR="00842545">
        <w:t xml:space="preserve"> nr </w:t>
      </w:r>
      <w:r w:rsidRPr="0028766B">
        <w:t xml:space="preserve">190 Rady Ministrów z dnia 29 października 2013 r. </w:t>
      </w:r>
      <w:r w:rsidRPr="0028766B">
        <w:softHyphen/>
      </w:r>
      <w:r w:rsidR="008B482F" w:rsidRPr="00CF6E38">
        <w:t>–</w:t>
      </w:r>
      <w:r w:rsidR="00842545">
        <w:t xml:space="preserve"> </w:t>
      </w:r>
      <w:r w:rsidRPr="0028766B">
        <w:t>Regulamin pracy Rady Ministrów (</w:t>
      </w:r>
      <w:r w:rsidR="00842545">
        <w:t>M.</w:t>
      </w:r>
      <w:r w:rsidR="008B482F">
        <w:t xml:space="preserve"> </w:t>
      </w:r>
      <w:r w:rsidR="00842545">
        <w:t>P.</w:t>
      </w:r>
      <w:r w:rsidRPr="0028766B">
        <w:t xml:space="preserve"> z 2016 r.</w:t>
      </w:r>
      <w:r w:rsidR="00842545">
        <w:t xml:space="preserve"> poz. </w:t>
      </w:r>
      <w:r w:rsidRPr="0028766B">
        <w:t>1006, z późn. zm.).</w:t>
      </w:r>
    </w:p>
    <w:p w14:paraId="116EB0A5" w14:textId="77777777" w:rsidR="003E52FD" w:rsidRPr="00C3579B" w:rsidRDefault="003E52FD" w:rsidP="003E52FD">
      <w:pPr>
        <w:pStyle w:val="NIEARTTEKSTtekstnieartykuowanynppodstprawnarozplubpreambua"/>
      </w:pPr>
      <w:r w:rsidRPr="00C3579B">
        <w:t xml:space="preserve">Projektowane rozporządzenie będzie miało pozytywny wpływ na działalność </w:t>
      </w:r>
      <w:proofErr w:type="spellStart"/>
      <w:r w:rsidRPr="00C3579B">
        <w:t>mikroprzedsiębiorców</w:t>
      </w:r>
      <w:proofErr w:type="spellEnd"/>
      <w:r w:rsidRPr="00C3579B">
        <w:t>, małych i</w:t>
      </w:r>
      <w:r>
        <w:t> </w:t>
      </w:r>
      <w:r w:rsidRPr="00C3579B">
        <w:t xml:space="preserve">średnich przedsiębiorców. </w:t>
      </w:r>
    </w:p>
    <w:p w14:paraId="5E7B6A87" w14:textId="77777777" w:rsidR="003E52FD" w:rsidRPr="0028766B" w:rsidRDefault="003E52FD" w:rsidP="0063605A">
      <w:pPr>
        <w:pStyle w:val="NIEARTTEKSTtekstnieartykuowanynppodstprawnarozplubpreambua"/>
      </w:pPr>
      <w:r w:rsidRPr="0028766B">
        <w:t>Zgodnie</w:t>
      </w:r>
      <w:r w:rsidR="00842545" w:rsidRPr="0028766B">
        <w:t xml:space="preserve"> z</w:t>
      </w:r>
      <w:r w:rsidR="00842545">
        <w:t> art. </w:t>
      </w:r>
      <w:r w:rsidRPr="0028766B">
        <w:t>5 ustawy z dnia 7 lipca 2005 r. o działalności lobbingowej w procesie stanowienia prawa (</w:t>
      </w:r>
      <w:r w:rsidR="00842545">
        <w:t>Dz. U.</w:t>
      </w:r>
      <w:r w:rsidRPr="0028766B">
        <w:t xml:space="preserve"> z 2017 r.</w:t>
      </w:r>
      <w:r w:rsidR="00842545">
        <w:t xml:space="preserve"> poz. </w:t>
      </w:r>
      <w:r w:rsidRPr="0028766B">
        <w:t>248) oraz</w:t>
      </w:r>
      <w:r w:rsidR="00842545">
        <w:t xml:space="preserve"> § </w:t>
      </w:r>
      <w:r w:rsidRPr="0028766B">
        <w:t>52 uchwały</w:t>
      </w:r>
      <w:r w:rsidR="00842545">
        <w:t xml:space="preserve"> Nr </w:t>
      </w:r>
      <w:r w:rsidRPr="0028766B">
        <w:t>190 Rady Ministrów z dnia 29 października 2013 r. –</w:t>
      </w:r>
      <w:r>
        <w:t xml:space="preserve"> </w:t>
      </w:r>
      <w:r w:rsidRPr="0028766B">
        <w:t xml:space="preserve">Regulamin </w:t>
      </w:r>
      <w:r>
        <w:t>p</w:t>
      </w:r>
      <w:r w:rsidRPr="0028766B">
        <w:t>rac</w:t>
      </w:r>
      <w:r>
        <w:t>y</w:t>
      </w:r>
      <w:r w:rsidRPr="0028766B">
        <w:t xml:space="preserve"> Ra</w:t>
      </w:r>
      <w:r w:rsidR="008F2B54">
        <w:t xml:space="preserve">dy Ministrów, </w:t>
      </w:r>
      <w:r w:rsidRPr="0028766B">
        <w:t>projekt rozporządzenia zostanie zamieszczony</w:t>
      </w:r>
      <w:r w:rsidR="00842545" w:rsidRPr="0028766B">
        <w:t xml:space="preserve"> </w:t>
      </w:r>
      <w:r w:rsidR="00842545">
        <w:t>w </w:t>
      </w:r>
      <w:r w:rsidR="0063605A">
        <w:t>Biuletynie Informacji Publicznej Ministra Rozwoju, Pracy</w:t>
      </w:r>
      <w:r w:rsidR="00842545">
        <w:t xml:space="preserve"> i </w:t>
      </w:r>
      <w:r w:rsidR="0063605A">
        <w:t>Technologii oraz</w:t>
      </w:r>
      <w:r w:rsidR="00842545">
        <w:t xml:space="preserve"> w </w:t>
      </w:r>
      <w:r w:rsidR="0063605A">
        <w:t xml:space="preserve">Biuletynie </w:t>
      </w:r>
      <w:r w:rsidRPr="0028766B">
        <w:t>Informacji Publicznej Rządowego Centrum Legislacji, w serwisie „Rządowy Proces Legislacyjny”.</w:t>
      </w:r>
    </w:p>
    <w:p w14:paraId="3FB2ACE9" w14:textId="77777777" w:rsidR="003E52FD" w:rsidRPr="00737F6A" w:rsidRDefault="003E52FD" w:rsidP="003E52FD">
      <w:pPr>
        <w:pStyle w:val="NIEARTTEKSTtekstnieartykuowanynppodstprawnarozplubpreambua"/>
      </w:pPr>
    </w:p>
    <w:p w14:paraId="44A047C0" w14:textId="77777777" w:rsidR="00261A16" w:rsidRPr="00737F6A" w:rsidRDefault="00261A16" w:rsidP="003E52FD">
      <w:pPr>
        <w:pStyle w:val="NIEARTTEKSTtekstnieartykuowanynppodstprawnarozplubpreambua"/>
      </w:pP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7D485" w14:textId="77777777" w:rsidR="00FB7543" w:rsidRDefault="00FB7543">
      <w:r>
        <w:separator/>
      </w:r>
    </w:p>
  </w:endnote>
  <w:endnote w:type="continuationSeparator" w:id="0">
    <w:p w14:paraId="7153E90A" w14:textId="77777777" w:rsidR="00FB7543" w:rsidRDefault="00FB7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CDF3C" w14:textId="77777777" w:rsidR="00FB7543" w:rsidRDefault="00FB7543">
      <w:r>
        <w:separator/>
      </w:r>
    </w:p>
  </w:footnote>
  <w:footnote w:type="continuationSeparator" w:id="0">
    <w:p w14:paraId="26196595" w14:textId="77777777" w:rsidR="00FB7543" w:rsidRDefault="00FB7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3EB57" w14:textId="77777777" w:rsidR="00CC3E3D" w:rsidRPr="00B371CC" w:rsidRDefault="00CC3E3D" w:rsidP="00B371CC">
    <w:pPr>
      <w:pStyle w:val="Nagwek"/>
      <w:jc w:val="center"/>
    </w:pPr>
    <w:r>
      <w:t xml:space="preserve">– </w:t>
    </w:r>
    <w:r w:rsidR="007D39EE">
      <w:fldChar w:fldCharType="begin"/>
    </w:r>
    <w:r>
      <w:instrText xml:space="preserve"> PAGE  \* MERGEFORMAT </w:instrText>
    </w:r>
    <w:r w:rsidR="007D39EE">
      <w:fldChar w:fldCharType="separate"/>
    </w:r>
    <w:r w:rsidR="008B482F">
      <w:rPr>
        <w:noProof/>
      </w:rPr>
      <w:t>2</w:t>
    </w:r>
    <w:r w:rsidR="007D39EE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360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36C1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6737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BD0"/>
    <w:rsid w:val="001A7F15"/>
    <w:rsid w:val="001B342E"/>
    <w:rsid w:val="001B5D73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42A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E52FD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14D8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360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0F2B"/>
    <w:rsid w:val="006333DA"/>
    <w:rsid w:val="00635134"/>
    <w:rsid w:val="006356E2"/>
    <w:rsid w:val="0063605A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39EE"/>
    <w:rsid w:val="007D6DCE"/>
    <w:rsid w:val="007D72C4"/>
    <w:rsid w:val="007D74A3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2545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82F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B54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446A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6938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5A8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44BA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33C1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33D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A6923"/>
    <w:rsid w:val="00CB18D0"/>
    <w:rsid w:val="00CB1C8A"/>
    <w:rsid w:val="00CB24F5"/>
    <w:rsid w:val="00CB2663"/>
    <w:rsid w:val="00CB3BBE"/>
    <w:rsid w:val="00CB59E9"/>
    <w:rsid w:val="00CC0D6A"/>
    <w:rsid w:val="00CC31F2"/>
    <w:rsid w:val="00CC3831"/>
    <w:rsid w:val="00CC3E3D"/>
    <w:rsid w:val="00CC519B"/>
    <w:rsid w:val="00CD12C1"/>
    <w:rsid w:val="00CD214E"/>
    <w:rsid w:val="00CD46FA"/>
    <w:rsid w:val="00CD5973"/>
    <w:rsid w:val="00CE31A6"/>
    <w:rsid w:val="00CE77D4"/>
    <w:rsid w:val="00CF09AA"/>
    <w:rsid w:val="00CF4813"/>
    <w:rsid w:val="00CF5233"/>
    <w:rsid w:val="00CF6E38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57F70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7F5"/>
    <w:rsid w:val="00DB1AD2"/>
    <w:rsid w:val="00DB2B58"/>
    <w:rsid w:val="00DB36E0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5C3D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1E18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B7543"/>
    <w:rsid w:val="00FC2E3D"/>
    <w:rsid w:val="00FC3BDE"/>
    <w:rsid w:val="00FD1DBE"/>
    <w:rsid w:val="00FD25A7"/>
    <w:rsid w:val="00FD27B6"/>
    <w:rsid w:val="00FD3689"/>
    <w:rsid w:val="00FD42A3"/>
    <w:rsid w:val="00FD6A9E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85195F"/>
  <w15:docId w15:val="{6DEE7117-13BE-4B32-BC4A-404FDF6D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36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54B962F-7F0E-4AA7-AA11-53A0FA0F5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13</TotalTime>
  <Pages>2</Pages>
  <Words>497</Words>
  <Characters>2986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11</cp:revision>
  <cp:lastPrinted>2012-04-23T06:39:00Z</cp:lastPrinted>
  <dcterms:created xsi:type="dcterms:W3CDTF">2020-12-11T10:02:00Z</dcterms:created>
  <dcterms:modified xsi:type="dcterms:W3CDTF">2021-01-15T12:57:00Z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